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B26717" w:rsidP="002D3375" w:rsidRDefault="00B26717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B26717" w:rsidP="009C54AE" w:rsidRDefault="00B26717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B26717" w:rsidP="00EA4832" w:rsidRDefault="00B26717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</w:p>
    <w:p xmlns:wp14="http://schemas.microsoft.com/office/word/2010/wordml" w:rsidR="00B26717" w:rsidP="00EA4832" w:rsidRDefault="00B26717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B26717" w:rsidP="00EA4832" w:rsidRDefault="00B26717" w14:paraId="7940E68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2019-2020</w:t>
      </w:r>
    </w:p>
    <w:p xmlns:wp14="http://schemas.microsoft.com/office/word/2010/wordml" w:rsidRPr="009C54AE" w:rsidR="00B26717" w:rsidP="009C54AE" w:rsidRDefault="00B26717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B26717" w:rsidP="009C54AE" w:rsidRDefault="00B26717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B26717" w:rsidTr="7C3FE914" w14:paraId="640B079A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778445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 publiczna i samorząd terytorialny</w:t>
            </w:r>
          </w:p>
        </w:tc>
      </w:tr>
      <w:tr xmlns:wp14="http://schemas.microsoft.com/office/word/2010/wordml" w:rsidRPr="009C54AE" w:rsidR="00B26717" w:rsidTr="7C3FE914" w14:paraId="4A86A170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7C1016E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xmlns:wp14="http://schemas.microsoft.com/office/word/2010/wordml" w:rsidRPr="009C54AE" w:rsidR="00B26717" w:rsidTr="7C3FE914" w14:paraId="5C0172EC" wp14:textId="77777777">
        <w:tc>
          <w:tcPr>
            <w:tcW w:w="2694" w:type="dxa"/>
            <w:tcMar/>
            <w:vAlign w:val="center"/>
          </w:tcPr>
          <w:p w:rsidRPr="009C3D40" w:rsidR="00B26717" w:rsidP="00EA4832" w:rsidRDefault="00B26717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9C54AE" w:rsidRDefault="00B26717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B26717" w:rsidTr="7C3FE914" w14:paraId="4FEDF307" wp14:textId="77777777">
        <w:tc>
          <w:tcPr>
            <w:tcW w:w="2694" w:type="dxa"/>
            <w:tcMar/>
            <w:vAlign w:val="center"/>
          </w:tcPr>
          <w:p w:rsidRPr="009C3D40" w:rsidR="00B26717" w:rsidP="009C54AE" w:rsidRDefault="00B26717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9C54AE" w:rsidRDefault="00B26717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B26717" w:rsidTr="7C3FE914" w14:paraId="2E34D1D7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B26717" w:rsidTr="7C3FE914" w14:paraId="2334054F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Pr="009C54AE" w:rsidR="00B26717" w:rsidTr="7C3FE914" w14:paraId="77AD840C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B26717" w:rsidTr="7C3FE914" w14:paraId="5C70B2EB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B26717" w:rsidTr="7C3FE914" w14:paraId="68DBC1BE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E6AF4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xmlns:wp14="http://schemas.microsoft.com/office/word/2010/wordml" w:rsidRPr="009C54AE" w:rsidR="00B26717" w:rsidTr="7C3FE914" w14:paraId="69EA273B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B26717" w:rsidTr="7C3FE914" w14:paraId="2786482B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B26717" w:rsidTr="7C3FE914" w14:paraId="3405D3DA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7C3FE914" w:rsidRDefault="00B26717" w14:paraId="2F474868" wp14:textId="49ED467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C3FE914" w:rsidR="7BC0BD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Prof. dr hab. </w:t>
            </w:r>
            <w:r w:rsidRPr="7C3FE914" w:rsidR="00B26717">
              <w:rPr>
                <w:rFonts w:ascii="Corbel" w:hAnsi="Corbel"/>
                <w:b w:val="0"/>
                <w:bCs w:val="0"/>
                <w:sz w:val="24"/>
                <w:szCs w:val="24"/>
              </w:rPr>
              <w:t>Agnieszka Pawłowska</w:t>
            </w:r>
          </w:p>
        </w:tc>
      </w:tr>
      <w:tr xmlns:wp14="http://schemas.microsoft.com/office/word/2010/wordml" w:rsidRPr="009C54AE" w:rsidR="00B26717" w:rsidTr="7C3FE914" w14:paraId="374A48D9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7C3FE914" w:rsidRDefault="00B26717" w14:paraId="16218895" wp14:textId="5FA5EBC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C3FE914" w:rsidR="737E4B19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Prof. dr hab. </w:t>
            </w:r>
            <w:r w:rsidRPr="7C3FE914" w:rsidR="00B26717">
              <w:rPr>
                <w:rFonts w:ascii="Corbel" w:hAnsi="Corbel"/>
                <w:b w:val="0"/>
                <w:bCs w:val="0"/>
                <w:sz w:val="24"/>
                <w:szCs w:val="24"/>
              </w:rPr>
              <w:t>Agnieszka Pawłowska</w:t>
            </w:r>
          </w:p>
        </w:tc>
      </w:tr>
    </w:tbl>
    <w:p xmlns:wp14="http://schemas.microsoft.com/office/word/2010/wordml" w:rsidRPr="009C54AE" w:rsidR="00B26717" w:rsidP="009C54AE" w:rsidRDefault="00B26717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B26717" w:rsidP="009C54AE" w:rsidRDefault="00B26717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B26717" w:rsidP="009C54AE" w:rsidRDefault="00B26717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B26717" w:rsidP="009C54AE" w:rsidRDefault="00B26717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877"/>
        <w:gridCol w:w="735"/>
        <w:gridCol w:w="851"/>
        <w:gridCol w:w="760"/>
        <w:gridCol w:w="797"/>
        <w:gridCol w:w="690"/>
        <w:gridCol w:w="912"/>
        <w:gridCol w:w="1848"/>
        <w:gridCol w:w="1336"/>
      </w:tblGrid>
      <w:tr xmlns:wp14="http://schemas.microsoft.com/office/word/2010/wordml" w:rsidRPr="009C54AE" w:rsidR="00B26717" w:rsidTr="008E7A14" w14:paraId="4A00F406" wp14:textId="77777777">
        <w:tc>
          <w:tcPr>
            <w:tcW w:w="1049" w:type="dxa"/>
          </w:tcPr>
          <w:p w:rsidRPr="009C3D40" w:rsidR="00B26717" w:rsidP="009C54AE" w:rsidRDefault="00B26717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9C3D40" w:rsidR="00B26717" w:rsidP="009C54AE" w:rsidRDefault="00B26717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Pr="009C3D40" w:rsidR="00B26717" w:rsidP="009C54AE" w:rsidRDefault="00B26717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:rsidRPr="009C3D40" w:rsidR="00B26717" w:rsidP="009C54AE" w:rsidRDefault="00B26717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9C3D40" w:rsidR="00B26717" w:rsidP="009C54AE" w:rsidRDefault="00B26717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:rsidRPr="009C3D40" w:rsidR="00B26717" w:rsidP="009C54AE" w:rsidRDefault="00B26717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Pr="009C3D40" w:rsidR="00B26717" w:rsidP="009C54AE" w:rsidRDefault="00B26717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:rsidRPr="009C3D40" w:rsidR="00B26717" w:rsidP="009C54AE" w:rsidRDefault="00B26717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Pr="009C3D40" w:rsidR="00B26717" w:rsidP="009C54AE" w:rsidRDefault="00B26717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:rsidRPr="009C3D40" w:rsidR="00B26717" w:rsidP="009C54AE" w:rsidRDefault="00B26717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Pr="009C3D40" w:rsidR="00B26717" w:rsidP="009C54AE" w:rsidRDefault="00B26717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9C3D4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B26717" w:rsidTr="008E7A14" w14:paraId="09B82825" wp14:textId="77777777">
        <w:trPr>
          <w:trHeight w:val="453"/>
        </w:trPr>
        <w:tc>
          <w:tcPr>
            <w:tcW w:w="1049" w:type="dxa"/>
          </w:tcPr>
          <w:p w:rsidRPr="009C54AE" w:rsidR="00B26717" w:rsidP="008E7A14" w:rsidRDefault="00B26717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Pr="009C54AE" w:rsidR="00B26717" w:rsidP="008E7A14" w:rsidRDefault="00B26717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B26717" w:rsidP="008E7A14" w:rsidRDefault="00B26717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B26717" w:rsidP="008E7A14" w:rsidRDefault="00B26717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:rsidRPr="009C54AE" w:rsidR="00B26717" w:rsidP="008E7A14" w:rsidRDefault="00B26717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B26717" w:rsidP="008E7A14" w:rsidRDefault="00B26717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B26717" w:rsidP="008E7A14" w:rsidRDefault="00B26717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B26717" w:rsidP="008E7A14" w:rsidRDefault="00B26717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B26717" w:rsidP="008E7A14" w:rsidRDefault="00B26717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Pr="009C54AE" w:rsidR="00B26717" w:rsidP="008E7A14" w:rsidRDefault="00B26717" w14:paraId="0132FF8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realizowane z wykorzystaniem metod i technik kształcenia na odległość</w:t>
            </w:r>
          </w:p>
        </w:tc>
        <w:tc>
          <w:tcPr>
            <w:tcW w:w="1505" w:type="dxa"/>
            <w:vAlign w:val="center"/>
          </w:tcPr>
          <w:p w:rsidRPr="009C54AE" w:rsidR="00B26717" w:rsidP="008E7A14" w:rsidRDefault="00B26717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B26717" w:rsidTr="008E7A14" w14:paraId="60061E4C" wp14:textId="77777777">
        <w:trPr>
          <w:trHeight w:val="453"/>
        </w:trPr>
        <w:tc>
          <w:tcPr>
            <w:tcW w:w="1049" w:type="dxa"/>
          </w:tcPr>
          <w:p w:rsidRPr="009C54AE" w:rsidR="00B26717" w:rsidP="009C54AE" w:rsidRDefault="00B26717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Pr="009C54AE" w:rsidR="00B26717" w:rsidP="009C54AE" w:rsidRDefault="00B26717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B26717" w:rsidP="009C54AE" w:rsidRDefault="00B26717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B26717" w:rsidP="009C54AE" w:rsidRDefault="00B26717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B26717" w:rsidP="009C54AE" w:rsidRDefault="00B26717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B26717" w:rsidP="009C54AE" w:rsidRDefault="00B26717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B26717" w:rsidP="009C54AE" w:rsidRDefault="00B26717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B26717" w:rsidP="009C54AE" w:rsidRDefault="00B26717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Pr="009C54AE" w:rsidR="00B26717" w:rsidP="009C54AE" w:rsidRDefault="00B26717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Pr="009C54AE" w:rsidR="00B26717" w:rsidP="009C54AE" w:rsidRDefault="00B26717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B26717" w:rsidP="009C54AE" w:rsidRDefault="00B26717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B26717" w:rsidP="009C54AE" w:rsidRDefault="00B26717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B26717" w:rsidP="00F83B28" w:rsidRDefault="00B26717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B26717" w:rsidP="00F83B28" w:rsidRDefault="00B26717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B26717" w:rsidP="00F83B28" w:rsidRDefault="00B26717" w14:paraId="67326943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B26717" w:rsidP="009C54AE" w:rsidRDefault="00B26717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B26717" w:rsidP="00F83B28" w:rsidRDefault="00B26717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B26717" w:rsidP="008E7A14" w:rsidRDefault="00B26717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B26717" w:rsidP="009C54AE" w:rsidRDefault="00B26717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B26717" w:rsidP="009C54AE" w:rsidRDefault="00B26717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B26717" w:rsidTr="00745302" w14:paraId="229045A4" wp14:textId="77777777">
        <w:tc>
          <w:tcPr>
            <w:tcW w:w="9670" w:type="dxa"/>
          </w:tcPr>
          <w:p w:rsidRPr="009C54AE" w:rsidR="00B26717" w:rsidP="008E7A14" w:rsidRDefault="00B26717" w14:paraId="5C17A2F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Nauka o państwie i prawie; System polityczny RP. Student posiada podstawową wiedzę o państwie i prawie oraz o zasadach funkcjonowania instytucji społeczno-politycznych; wykorzystuje zdobytą wiedzę i pozyskuje dane do analizowania konkretnych procesów i zjawisk politycznych.</w:t>
            </w:r>
          </w:p>
        </w:tc>
      </w:tr>
    </w:tbl>
    <w:p xmlns:wp14="http://schemas.microsoft.com/office/word/2010/wordml" w:rsidR="00B26717" w:rsidP="009C54AE" w:rsidRDefault="00B26717" w14:paraId="0FB7827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B26717" w:rsidP="009C54AE" w:rsidRDefault="00B26717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B26717" w:rsidP="009C54AE" w:rsidRDefault="00B26717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B26717" w:rsidP="009C54AE" w:rsidRDefault="00B26717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B26717" w:rsidP="009C54AE" w:rsidRDefault="00B26717" w14:paraId="0562CB0E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41"/>
        <w:gridCol w:w="8679"/>
      </w:tblGrid>
      <w:tr xmlns:wp14="http://schemas.microsoft.com/office/word/2010/wordml" w:rsidRPr="009C54AE" w:rsidR="00B26717" w:rsidTr="008E7A14" w14:paraId="6B8AE4E5" wp14:textId="77777777">
        <w:tc>
          <w:tcPr>
            <w:tcW w:w="841" w:type="dxa"/>
            <w:vAlign w:val="center"/>
          </w:tcPr>
          <w:p w:rsidRPr="009C3D40" w:rsidR="00B26717" w:rsidP="008E7A14" w:rsidRDefault="00B26717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:rsidRPr="009C3D40" w:rsidR="00B26717" w:rsidP="008E7A14" w:rsidRDefault="00B26717" w14:paraId="4514669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xmlns:wp14="http://schemas.microsoft.com/office/word/2010/wordml" w:rsidRPr="009C54AE" w:rsidR="00B26717" w:rsidTr="008E7A14" w14:paraId="3D68943F" wp14:textId="77777777">
        <w:tc>
          <w:tcPr>
            <w:tcW w:w="841" w:type="dxa"/>
            <w:vAlign w:val="center"/>
          </w:tcPr>
          <w:p w:rsidRPr="009C3D40" w:rsidR="00B26717" w:rsidP="008E7A14" w:rsidRDefault="00B26717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:rsidRPr="009C3D40" w:rsidR="00B26717" w:rsidP="008E7A14" w:rsidRDefault="00B26717" w14:paraId="3B4F90B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xmlns:wp14="http://schemas.microsoft.com/office/word/2010/wordml" w:rsidRPr="009C54AE" w:rsidR="00B26717" w:rsidTr="008E7A14" w14:paraId="5302B6ED" wp14:textId="77777777">
        <w:tc>
          <w:tcPr>
            <w:tcW w:w="841" w:type="dxa"/>
            <w:vAlign w:val="center"/>
          </w:tcPr>
          <w:p w:rsidRPr="009C3D40" w:rsidR="00B26717" w:rsidP="008E7A14" w:rsidRDefault="00B26717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080C6E0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xmlns:wp14="http://schemas.microsoft.com/office/word/2010/wordml" w:rsidRPr="009C54AE" w:rsidR="00B26717" w:rsidTr="008E7A14" w14:paraId="3D315607" wp14:textId="77777777">
        <w:tc>
          <w:tcPr>
            <w:tcW w:w="841" w:type="dxa"/>
            <w:vAlign w:val="center"/>
          </w:tcPr>
          <w:p w:rsidRPr="009C3D40" w:rsidR="00B26717" w:rsidP="008E7A14" w:rsidRDefault="00B26717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65CBD90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xmlns:wp14="http://schemas.microsoft.com/office/word/2010/wordml" w:rsidRPr="009C54AE" w:rsidR="00B26717" w:rsidTr="008E7A14" w14:paraId="5F155D45" wp14:textId="77777777">
        <w:tc>
          <w:tcPr>
            <w:tcW w:w="841" w:type="dxa"/>
            <w:vAlign w:val="center"/>
          </w:tcPr>
          <w:p w:rsidRPr="009C3D40" w:rsidR="00B26717" w:rsidP="008E7A14" w:rsidRDefault="00B26717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4EDA699C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xmlns:wp14="http://schemas.microsoft.com/office/word/2010/wordml" w:rsidRPr="009C54AE" w:rsidR="00B26717" w:rsidTr="008E7A14" w14:paraId="189CF524" wp14:textId="77777777">
        <w:tc>
          <w:tcPr>
            <w:tcW w:w="841" w:type="dxa"/>
            <w:vAlign w:val="center"/>
          </w:tcPr>
          <w:p w:rsidRPr="009C3D40" w:rsidR="00B26717" w:rsidP="008E7A14" w:rsidRDefault="00B26717" w14:paraId="00B3D6C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225A886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xmlns:wp14="http://schemas.microsoft.com/office/word/2010/wordml" w:rsidRPr="009C54AE" w:rsidR="00B26717" w:rsidP="009C54AE" w:rsidRDefault="00B26717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B26717" w:rsidP="009C54AE" w:rsidRDefault="00B26717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B26717" w:rsidP="009C54AE" w:rsidRDefault="00B26717" w14:paraId="62EBF3C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681"/>
        <w:gridCol w:w="5974"/>
        <w:gridCol w:w="1865"/>
      </w:tblGrid>
      <w:tr xmlns:wp14="http://schemas.microsoft.com/office/word/2010/wordml" w:rsidRPr="009C54AE" w:rsidR="00B26717" w:rsidTr="008E7A14" w14:paraId="61F38664" wp14:textId="77777777">
        <w:tc>
          <w:tcPr>
            <w:tcW w:w="1681" w:type="dxa"/>
            <w:vAlign w:val="center"/>
          </w:tcPr>
          <w:p w:rsidRPr="009C54AE" w:rsidR="00B26717" w:rsidP="009C54AE" w:rsidRDefault="00B26717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B26717" w:rsidP="00C05F44" w:rsidRDefault="00B26717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B26717" w:rsidP="00C05F44" w:rsidRDefault="00B26717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B26717" w:rsidTr="008E7A14" w14:paraId="413A9EB0" wp14:textId="77777777">
        <w:tc>
          <w:tcPr>
            <w:tcW w:w="1681" w:type="dxa"/>
          </w:tcPr>
          <w:p w:rsidRPr="009C54AE" w:rsidR="00B26717" w:rsidP="008E7A14" w:rsidRDefault="00B26717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</w:tcPr>
          <w:p w:rsidRPr="009C54AE" w:rsidR="00B26717" w:rsidP="008E7A14" w:rsidRDefault="00B26717" w14:paraId="4760A8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Definiuje podstawowe pojęcia z zakresu administracji publicznej i samorządu terytorialnego</w:t>
            </w:r>
          </w:p>
        </w:tc>
        <w:tc>
          <w:tcPr>
            <w:tcW w:w="1865" w:type="dxa"/>
          </w:tcPr>
          <w:p w:rsidRPr="009C54AE" w:rsidR="00B26717" w:rsidP="008E7A14" w:rsidRDefault="00B26717" w14:paraId="262F74A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xmlns:wp14="http://schemas.microsoft.com/office/word/2010/wordml" w:rsidRPr="009C54AE" w:rsidR="00B26717" w:rsidTr="008E7A14" w14:paraId="0862377E" wp14:textId="77777777">
        <w:tc>
          <w:tcPr>
            <w:tcW w:w="1681" w:type="dxa"/>
          </w:tcPr>
          <w:p w:rsidRPr="009C54AE" w:rsidR="00B26717" w:rsidP="008E7A14" w:rsidRDefault="00B26717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C54AE" w:rsidR="00B26717" w:rsidP="008E7A14" w:rsidRDefault="00B26717" w14:paraId="0B6EFFA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Wskazuje normy prawne leżące u podstaw funkcjonowania instytucji publicznych</w:t>
            </w:r>
          </w:p>
        </w:tc>
        <w:tc>
          <w:tcPr>
            <w:tcW w:w="1865" w:type="dxa"/>
          </w:tcPr>
          <w:p w:rsidRPr="009C54AE" w:rsidR="00B26717" w:rsidP="008E7A14" w:rsidRDefault="00B26717" w14:paraId="3FF2826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xmlns:wp14="http://schemas.microsoft.com/office/word/2010/wordml" w:rsidRPr="009C54AE" w:rsidR="00B26717" w:rsidTr="008E7A14" w14:paraId="317B93E5" wp14:textId="77777777">
        <w:tc>
          <w:tcPr>
            <w:tcW w:w="1681" w:type="dxa"/>
          </w:tcPr>
          <w:p w:rsidRPr="009C54AE" w:rsidR="00B26717" w:rsidP="008E7A14" w:rsidRDefault="00B26717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C54AE" w:rsidR="00B26717" w:rsidP="008E7A14" w:rsidRDefault="00B26717" w14:paraId="1E81D5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Określa zmiany zachodzące w organizacji i zadaniach administracji publicznej pod wpływem ewolucji jej środowiska zewnętrznego</w:t>
            </w:r>
          </w:p>
        </w:tc>
        <w:tc>
          <w:tcPr>
            <w:tcW w:w="1865" w:type="dxa"/>
          </w:tcPr>
          <w:p w:rsidRPr="009C54AE" w:rsidR="00B26717" w:rsidP="008E7A14" w:rsidRDefault="00B26717" w14:paraId="275793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W05</w:t>
            </w:r>
          </w:p>
        </w:tc>
      </w:tr>
      <w:tr xmlns:wp14="http://schemas.microsoft.com/office/word/2010/wordml" w:rsidRPr="009C54AE" w:rsidR="00B26717" w:rsidTr="008E7A14" w14:paraId="4DA64F61" wp14:textId="77777777">
        <w:tc>
          <w:tcPr>
            <w:tcW w:w="1681" w:type="dxa"/>
          </w:tcPr>
          <w:p w:rsidRPr="009C54AE" w:rsidR="00B26717" w:rsidP="008E7A14" w:rsidRDefault="00B26717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C54AE" w:rsidR="00B26717" w:rsidP="008E7A14" w:rsidRDefault="00B26717" w14:paraId="728DAC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Analizuje akty normatywne w zakresie administracji publicznej i samorządu terytorialnego</w:t>
            </w:r>
          </w:p>
        </w:tc>
        <w:tc>
          <w:tcPr>
            <w:tcW w:w="1865" w:type="dxa"/>
          </w:tcPr>
          <w:p w:rsidRPr="009C54AE" w:rsidR="00B26717" w:rsidP="008E7A14" w:rsidRDefault="00B26717" w14:paraId="01A6CC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xmlns:wp14="http://schemas.microsoft.com/office/word/2010/wordml" w:rsidRPr="009C54AE" w:rsidR="00B26717" w:rsidTr="008E7A14" w14:paraId="53F35F8C" wp14:textId="77777777">
        <w:tc>
          <w:tcPr>
            <w:tcW w:w="1681" w:type="dxa"/>
          </w:tcPr>
          <w:p w:rsidRPr="009C54AE" w:rsidR="00B26717" w:rsidP="008E7A14" w:rsidRDefault="00B26717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:rsidRPr="009C54AE" w:rsidR="00B26717" w:rsidP="008E7A14" w:rsidRDefault="00B26717" w14:paraId="5AF1EBA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Ocenia rozwiązania normatywne i organizacyjne leżące u podstaw administracji publicznej i samorządu terytorialnego</w:t>
            </w:r>
          </w:p>
        </w:tc>
        <w:tc>
          <w:tcPr>
            <w:tcW w:w="1865" w:type="dxa"/>
          </w:tcPr>
          <w:p w:rsidRPr="00AC6665" w:rsidR="00B26717" w:rsidP="008E7A14" w:rsidRDefault="00B26717" w14:paraId="44A931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U05</w:t>
            </w:r>
          </w:p>
          <w:p w:rsidRPr="009C54AE" w:rsidR="00B26717" w:rsidP="008E7A14" w:rsidRDefault="00B26717" w14:paraId="7D2B3D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U09</w:t>
            </w:r>
          </w:p>
        </w:tc>
      </w:tr>
      <w:tr xmlns:wp14="http://schemas.microsoft.com/office/word/2010/wordml" w:rsidRPr="009C54AE" w:rsidR="00B26717" w:rsidTr="008E7A14" w14:paraId="70A3DEF8" wp14:textId="77777777">
        <w:tc>
          <w:tcPr>
            <w:tcW w:w="1681" w:type="dxa"/>
          </w:tcPr>
          <w:p w:rsidRPr="009C54AE" w:rsidR="00B26717" w:rsidP="008E7A14" w:rsidRDefault="00B26717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:rsidRPr="009C54AE" w:rsidR="00B26717" w:rsidP="008E7A14" w:rsidRDefault="00B26717" w14:paraId="6C41B6F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Jest zorientowany na samokształcenie i indywidualny rozwój</w:t>
            </w:r>
          </w:p>
        </w:tc>
        <w:tc>
          <w:tcPr>
            <w:tcW w:w="1865" w:type="dxa"/>
          </w:tcPr>
          <w:p w:rsidRPr="009C54AE" w:rsidR="00B26717" w:rsidP="008E7A14" w:rsidRDefault="00B26717" w14:paraId="6A27F70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K06</w:t>
            </w:r>
          </w:p>
        </w:tc>
      </w:tr>
      <w:tr xmlns:wp14="http://schemas.microsoft.com/office/word/2010/wordml" w:rsidRPr="009C54AE" w:rsidR="00B26717" w:rsidTr="008E7A14" w14:paraId="5AB340FD" wp14:textId="77777777">
        <w:tc>
          <w:tcPr>
            <w:tcW w:w="1681" w:type="dxa"/>
          </w:tcPr>
          <w:p w:rsidRPr="009C54AE" w:rsidR="00B26717" w:rsidP="008E7A14" w:rsidRDefault="00B26717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974" w:type="dxa"/>
          </w:tcPr>
          <w:p w:rsidRPr="009C54AE" w:rsidR="00B26717" w:rsidP="008E7A14" w:rsidRDefault="00B26717" w14:paraId="50D398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 xml:space="preserve">Podejmuje dyskusję na tematy związane ze sferą publiczną </w:t>
            </w:r>
          </w:p>
        </w:tc>
        <w:tc>
          <w:tcPr>
            <w:tcW w:w="1865" w:type="dxa"/>
          </w:tcPr>
          <w:p w:rsidRPr="009C54AE" w:rsidR="00B26717" w:rsidP="008E7A14" w:rsidRDefault="00B26717" w14:paraId="1850D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K02</w:t>
            </w:r>
          </w:p>
        </w:tc>
      </w:tr>
    </w:tbl>
    <w:p xmlns:wp14="http://schemas.microsoft.com/office/word/2010/wordml" w:rsidRPr="009C54AE" w:rsidR="00B26717" w:rsidP="009C54AE" w:rsidRDefault="00B26717" w14:paraId="6D98A12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B26717" w:rsidP="009C54AE" w:rsidRDefault="00B26717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B26717" w:rsidP="009C54AE" w:rsidRDefault="00B26717" w14:paraId="7D0EF860" wp14:textId="77777777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B26717" w:rsidP="009C54AE" w:rsidRDefault="00B26717" w14:paraId="2946DB82" wp14:textId="77777777">
      <w:pPr>
        <w:pStyle w:val="ListParagraph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C54AE" w:rsidR="00B26717" w:rsidTr="00923D7D" w14:paraId="587EA2A8" wp14:textId="77777777">
        <w:tc>
          <w:tcPr>
            <w:tcW w:w="9639" w:type="dxa"/>
          </w:tcPr>
          <w:p w:rsidRPr="009C54AE" w:rsidR="00B26717" w:rsidP="009C54AE" w:rsidRDefault="00B26717" w14:paraId="3511302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B26717" w:rsidTr="00923D7D" w14:paraId="5997CC1D" wp14:textId="77777777">
        <w:tc>
          <w:tcPr>
            <w:tcW w:w="9639" w:type="dxa"/>
          </w:tcPr>
          <w:p w:rsidRPr="009C54AE" w:rsidR="00B26717" w:rsidP="009C54AE" w:rsidRDefault="00B26717" w14:paraId="110FFD37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B26717" w:rsidTr="00923D7D" w14:paraId="6B699379" wp14:textId="77777777">
        <w:tc>
          <w:tcPr>
            <w:tcW w:w="9639" w:type="dxa"/>
          </w:tcPr>
          <w:p w:rsidRPr="009C54AE" w:rsidR="00B26717" w:rsidP="009C54AE" w:rsidRDefault="00B26717" w14:paraId="3FE9F23F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B26717" w:rsidTr="00923D7D" w14:paraId="1F72F646" wp14:textId="77777777">
        <w:tc>
          <w:tcPr>
            <w:tcW w:w="9639" w:type="dxa"/>
          </w:tcPr>
          <w:p w:rsidRPr="009C54AE" w:rsidR="00B26717" w:rsidP="009C54AE" w:rsidRDefault="00B26717" w14:paraId="08CE6F91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B26717" w:rsidP="009C54AE" w:rsidRDefault="00B26717" w14:paraId="61CDCEA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B26717" w:rsidP="009C54AE" w:rsidRDefault="00B26717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B26717" w:rsidP="009C54AE" w:rsidRDefault="00B26717" w14:paraId="6BB9E253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520"/>
      </w:tblGrid>
      <w:tr xmlns:wp14="http://schemas.microsoft.com/office/word/2010/wordml" w:rsidRPr="00AC6665" w:rsidR="00B26717" w:rsidTr="008454A3" w14:paraId="55225495" wp14:textId="77777777">
        <w:tc>
          <w:tcPr>
            <w:tcW w:w="9520" w:type="dxa"/>
          </w:tcPr>
          <w:p w:rsidRPr="00AC6665" w:rsidR="00B26717" w:rsidP="00DD16F2" w:rsidRDefault="00B26717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C6665" w:rsidR="00B26717" w:rsidTr="008454A3" w14:paraId="1A9156B8" wp14:textId="77777777">
        <w:tc>
          <w:tcPr>
            <w:tcW w:w="9520" w:type="dxa"/>
          </w:tcPr>
          <w:p w:rsidRPr="00AC6665" w:rsidR="00B26717" w:rsidP="00DD16F2" w:rsidRDefault="00B26717" w14:paraId="031EB94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xmlns:wp14="http://schemas.microsoft.com/office/word/2010/wordml" w:rsidRPr="00AC6665" w:rsidR="00B26717" w:rsidTr="008454A3" w14:paraId="19741CC9" wp14:textId="77777777">
        <w:tc>
          <w:tcPr>
            <w:tcW w:w="9520" w:type="dxa"/>
          </w:tcPr>
          <w:p w:rsidRPr="00AC6665" w:rsidR="00B26717" w:rsidP="00DD16F2" w:rsidRDefault="00B26717" w14:paraId="3E16ACF9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 prawnomiędzynarodowe i ustawowe podstawy funkcjonowania administracji rządowej i samorządowej w Polsce.</w:t>
            </w:r>
          </w:p>
        </w:tc>
      </w:tr>
      <w:tr xmlns:wp14="http://schemas.microsoft.com/office/word/2010/wordml" w:rsidRPr="00AC6665" w:rsidR="00B26717" w:rsidTr="008454A3" w14:paraId="278CCB55" wp14:textId="77777777">
        <w:tc>
          <w:tcPr>
            <w:tcW w:w="9520" w:type="dxa"/>
          </w:tcPr>
          <w:p w:rsidRPr="00AC6665" w:rsidR="00B26717" w:rsidP="00DD16F2" w:rsidRDefault="00B26717" w14:paraId="6689B95C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xmlns:wp14="http://schemas.microsoft.com/office/word/2010/wordml" w:rsidRPr="00AC6665" w:rsidR="00B26717" w:rsidTr="008454A3" w14:paraId="277597C2" wp14:textId="77777777">
        <w:tc>
          <w:tcPr>
            <w:tcW w:w="9520" w:type="dxa"/>
          </w:tcPr>
          <w:p w:rsidRPr="00AC6665" w:rsidR="00B26717" w:rsidP="00DD16F2" w:rsidRDefault="00B26717" w14:paraId="1AD15C44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name="_Hlk498351642" w:id="0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0"/>
      <w:tr xmlns:wp14="http://schemas.microsoft.com/office/word/2010/wordml" w:rsidRPr="00AC6665" w:rsidR="00B26717" w:rsidTr="008454A3" w14:paraId="0C6281EF" wp14:textId="77777777">
        <w:tc>
          <w:tcPr>
            <w:tcW w:w="9520" w:type="dxa"/>
          </w:tcPr>
          <w:p w:rsidRPr="00AC6665" w:rsidR="00B26717" w:rsidP="00DD16F2" w:rsidRDefault="00B26717" w14:paraId="3153ECD3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xmlns:wp14="http://schemas.microsoft.com/office/word/2010/wordml" w:rsidRPr="00AC6665" w:rsidR="00B26717" w:rsidTr="008454A3" w14:paraId="59366F61" wp14:textId="77777777">
        <w:tc>
          <w:tcPr>
            <w:tcW w:w="9520" w:type="dxa"/>
          </w:tcPr>
          <w:p w:rsidRPr="00AC6665" w:rsidR="00B26717" w:rsidP="00DD16F2" w:rsidRDefault="00B26717" w14:paraId="7B5A013D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xmlns:wp14="http://schemas.microsoft.com/office/word/2010/wordml" w:rsidRPr="00AC6665" w:rsidR="00B26717" w:rsidTr="008454A3" w14:paraId="301AF20D" wp14:textId="77777777">
        <w:tc>
          <w:tcPr>
            <w:tcW w:w="9520" w:type="dxa"/>
          </w:tcPr>
          <w:p w:rsidRPr="00AC6665" w:rsidR="00B26717" w:rsidP="00DD16F2" w:rsidRDefault="00B26717" w14:paraId="03EA039C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organów administracji publicznej w zakresie bezpieczeństwa i porządku publicznego.</w:t>
            </w:r>
          </w:p>
        </w:tc>
      </w:tr>
      <w:tr xmlns:wp14="http://schemas.microsoft.com/office/word/2010/wordml" w:rsidRPr="00AC6665" w:rsidR="00B26717" w:rsidTr="008454A3" w14:paraId="65E07BFB" wp14:textId="77777777">
        <w:tc>
          <w:tcPr>
            <w:tcW w:w="9520" w:type="dxa"/>
          </w:tcPr>
          <w:p w:rsidRPr="00AC6665" w:rsidR="00B26717" w:rsidP="00DD16F2" w:rsidRDefault="00B26717" w14:paraId="62DAA7AE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xmlns:wp14="http://schemas.microsoft.com/office/word/2010/wordml" w:rsidRPr="00AC6665" w:rsidR="00B26717" w:rsidTr="008454A3" w14:paraId="0875A106" wp14:textId="77777777">
        <w:tc>
          <w:tcPr>
            <w:tcW w:w="9520" w:type="dxa"/>
          </w:tcPr>
          <w:p w:rsidRPr="00AC6665" w:rsidR="00B26717" w:rsidP="00DD16F2" w:rsidRDefault="00B26717" w14:paraId="372DCB89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xmlns:wp14="http://schemas.microsoft.com/office/word/2010/wordml" w:rsidRPr="00AC6665" w:rsidR="00B26717" w:rsidTr="008454A3" w14:paraId="77E9B81E" wp14:textId="77777777">
        <w:tc>
          <w:tcPr>
            <w:tcW w:w="9520" w:type="dxa"/>
          </w:tcPr>
          <w:p w:rsidRPr="00AC6665" w:rsidR="00B26717" w:rsidP="00DD16F2" w:rsidRDefault="00B26717" w14:paraId="2C4E4191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xmlns:wp14="http://schemas.microsoft.com/office/word/2010/wordml" w:rsidRPr="00AC6665" w:rsidR="00B26717" w:rsidTr="008454A3" w14:paraId="6D939D9D" wp14:textId="77777777">
        <w:tc>
          <w:tcPr>
            <w:tcW w:w="9520" w:type="dxa"/>
          </w:tcPr>
          <w:p w:rsidRPr="00AC6665" w:rsidR="00B26717" w:rsidP="00DD16F2" w:rsidRDefault="00B26717" w14:paraId="4ECB5EF4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xmlns:wp14="http://schemas.microsoft.com/office/word/2010/wordml" w:rsidRPr="00AC6665" w:rsidR="00B26717" w:rsidTr="008454A3" w14:paraId="08FE5A48" wp14:textId="77777777">
        <w:tc>
          <w:tcPr>
            <w:tcW w:w="9520" w:type="dxa"/>
          </w:tcPr>
          <w:p w:rsidRPr="00AC6665" w:rsidR="00B26717" w:rsidP="00DD16F2" w:rsidRDefault="00B26717" w14:paraId="02E46118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xmlns:wp14="http://schemas.microsoft.com/office/word/2010/wordml" w:rsidRPr="00AC6665" w:rsidR="00B26717" w:rsidTr="008454A3" w14:paraId="5A9B90CA" wp14:textId="77777777">
        <w:tc>
          <w:tcPr>
            <w:tcW w:w="9520" w:type="dxa"/>
          </w:tcPr>
          <w:p w:rsidRPr="00AC6665" w:rsidR="00B26717" w:rsidP="00DD16F2" w:rsidRDefault="00B26717" w14:paraId="7223FD3F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xmlns:wp14="http://schemas.microsoft.com/office/word/2010/wordml" w:rsidRPr="00AC6665" w:rsidR="00B26717" w:rsidTr="008454A3" w14:paraId="6D6F6BF1" wp14:textId="77777777">
        <w:tc>
          <w:tcPr>
            <w:tcW w:w="9520" w:type="dxa"/>
            <w:vAlign w:val="center"/>
          </w:tcPr>
          <w:p w:rsidRPr="00AC6665" w:rsidR="00B26717" w:rsidP="00DD16F2" w:rsidRDefault="00B26717" w14:paraId="7BDD3A26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xmlns:wp14="http://schemas.microsoft.com/office/word/2010/wordml" w:rsidRPr="00AC6665" w:rsidR="00B26717" w:rsidTr="008454A3" w14:paraId="7F7BE13D" wp14:textId="77777777">
        <w:tc>
          <w:tcPr>
            <w:tcW w:w="9520" w:type="dxa"/>
            <w:vAlign w:val="center"/>
          </w:tcPr>
          <w:p w:rsidRPr="00AC6665" w:rsidR="00B26717" w:rsidP="00DD16F2" w:rsidRDefault="00B26717" w14:paraId="57E6A828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publicznej.</w:t>
            </w:r>
          </w:p>
        </w:tc>
      </w:tr>
      <w:tr xmlns:wp14="http://schemas.microsoft.com/office/word/2010/wordml" w:rsidRPr="00AC6665" w:rsidR="00B26717" w:rsidTr="008454A3" w14:paraId="185BE711" wp14:textId="77777777">
        <w:tc>
          <w:tcPr>
            <w:tcW w:w="9520" w:type="dxa"/>
            <w:vAlign w:val="center"/>
          </w:tcPr>
          <w:p w:rsidRPr="00AC6665" w:rsidR="00B26717" w:rsidP="00DD16F2" w:rsidRDefault="00B26717" w14:paraId="359331E6" wp14:textId="77777777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xmlns:wp14="http://schemas.microsoft.com/office/word/2010/wordml" w:rsidRPr="009C54AE" w:rsidR="00B26717" w:rsidP="009C54AE" w:rsidRDefault="00B26717" w14:paraId="23DE523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B26717" w:rsidP="009C54AE" w:rsidRDefault="00B26717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B26717" w:rsidP="009C54AE" w:rsidRDefault="00B26717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B26717" w:rsidP="009C54AE" w:rsidRDefault="00B26717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xmlns:wp14="http://schemas.microsoft.com/office/word/2010/wordml" w:rsidR="00B26717" w:rsidP="009C54AE" w:rsidRDefault="00B26717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xmlns:wp14="http://schemas.microsoft.com/office/word/2010/wordml" w:rsidR="00B26717" w:rsidP="009C54AE" w:rsidRDefault="00B26717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B26717" w:rsidP="009C54AE" w:rsidRDefault="00B26717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B26717" w:rsidP="009C54AE" w:rsidRDefault="00B26717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82F85" w:rsidR="00B26717" w:rsidP="003415EF" w:rsidRDefault="00B26717" w14:paraId="4E9E5E25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 xml:space="preserve">wykład </w:t>
      </w:r>
      <w:r>
        <w:rPr>
          <w:rFonts w:ascii="Corbel" w:hAnsi="Corbel"/>
          <w:sz w:val="24"/>
        </w:rPr>
        <w:t>z wykorzystaniem metody kształcenia na odległość</w:t>
      </w:r>
    </w:p>
    <w:p xmlns:wp14="http://schemas.microsoft.com/office/word/2010/wordml" w:rsidRPr="00982F85" w:rsidR="00B26717" w:rsidP="003415EF" w:rsidRDefault="00B26717" w14:paraId="67B49BB4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xmlns:wp14="http://schemas.microsoft.com/office/word/2010/wordml" w:rsidRPr="00982F85" w:rsidR="00B26717" w:rsidP="003415EF" w:rsidRDefault="00B26717" w14:paraId="6C367598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xmlns:wp14="http://schemas.microsoft.com/office/word/2010/wordml" w:rsidRPr="00982F85" w:rsidR="00B26717" w:rsidP="003415EF" w:rsidRDefault="00B26717" w14:paraId="0B589BB7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dyskusja</w:t>
      </w:r>
    </w:p>
    <w:p xmlns:wp14="http://schemas.microsoft.com/office/word/2010/wordml" w:rsidRPr="00982F85" w:rsidR="00B26717" w:rsidP="003415EF" w:rsidRDefault="00B26717" w14:paraId="543AE4C3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</w:p>
    <w:p xmlns:wp14="http://schemas.microsoft.com/office/word/2010/wordml" w:rsidR="00B26717" w:rsidP="009C54AE" w:rsidRDefault="00B26717" w14:paraId="5043CB0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B26717" w:rsidP="009C54AE" w:rsidRDefault="00B26717" w14:paraId="0745931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B26717" w:rsidP="009C54AE" w:rsidRDefault="00B26717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B26717" w:rsidP="009C54AE" w:rsidRDefault="00B26717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62"/>
        <w:gridCol w:w="5441"/>
        <w:gridCol w:w="2117"/>
      </w:tblGrid>
      <w:tr xmlns:wp14="http://schemas.microsoft.com/office/word/2010/wordml" w:rsidRPr="009C54AE" w:rsidR="00B26717" w:rsidTr="00F429F2" w14:paraId="3CD72C34" wp14:textId="77777777">
        <w:tc>
          <w:tcPr>
            <w:tcW w:w="1962" w:type="dxa"/>
            <w:vAlign w:val="center"/>
          </w:tcPr>
          <w:p w:rsidRPr="009C54AE" w:rsidR="00B26717" w:rsidP="009C54AE" w:rsidRDefault="00B26717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B26717" w:rsidP="009C54AE" w:rsidRDefault="00B26717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26717" w:rsidP="009C54AE" w:rsidRDefault="00B26717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B26717" w:rsidP="009C54AE" w:rsidRDefault="00B26717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26717" w:rsidP="009C54AE" w:rsidRDefault="00B26717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B26717" w:rsidTr="00F429F2" w14:paraId="2432AEB1" wp14:textId="77777777">
        <w:tc>
          <w:tcPr>
            <w:tcW w:w="1962" w:type="dxa"/>
          </w:tcPr>
          <w:p w:rsidRPr="009C54AE" w:rsidR="00B26717" w:rsidP="00F429F2" w:rsidRDefault="00B26717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1" w:type="dxa"/>
          </w:tcPr>
          <w:p w:rsidRPr="009C54AE" w:rsidR="00B26717" w:rsidP="00F429F2" w:rsidRDefault="00B26717" w14:paraId="59C394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9C54AE" w:rsidR="00B26717" w:rsidP="00F429F2" w:rsidRDefault="00B26717" w14:paraId="4EBA6F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6BC0BF18" wp14:textId="77777777">
        <w:tc>
          <w:tcPr>
            <w:tcW w:w="1962" w:type="dxa"/>
          </w:tcPr>
          <w:p w:rsidRPr="009C54AE" w:rsidR="00B26717" w:rsidP="00F429F2" w:rsidRDefault="00B26717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1" w:type="dxa"/>
          </w:tcPr>
          <w:p w:rsidRPr="009C54AE" w:rsidR="00B26717" w:rsidP="00F429F2" w:rsidRDefault="00B26717" w14:paraId="2618C9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9C54AE" w:rsidR="00B26717" w:rsidP="00F429F2" w:rsidRDefault="00B26717" w14:paraId="05719DA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455E45C9" wp14:textId="77777777">
        <w:tc>
          <w:tcPr>
            <w:tcW w:w="1962" w:type="dxa"/>
          </w:tcPr>
          <w:p w:rsidRPr="009C54AE" w:rsidR="00B26717" w:rsidP="00F429F2" w:rsidRDefault="00B26717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:rsidRPr="009C54AE" w:rsidR="00B26717" w:rsidP="00F429F2" w:rsidRDefault="00B26717" w14:paraId="4BCD09F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zadania, na platformie e-learningowej, test śródsemestralny</w:t>
            </w:r>
          </w:p>
        </w:tc>
        <w:tc>
          <w:tcPr>
            <w:tcW w:w="2117" w:type="dxa"/>
          </w:tcPr>
          <w:p w:rsidRPr="009C54AE" w:rsidR="00B26717" w:rsidP="00F429F2" w:rsidRDefault="00B26717" w14:paraId="751AA5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 xml:space="preserve">kw </w:t>
            </w:r>
          </w:p>
        </w:tc>
      </w:tr>
      <w:tr xmlns:wp14="http://schemas.microsoft.com/office/word/2010/wordml" w:rsidRPr="009C54AE" w:rsidR="00B26717" w:rsidTr="00F429F2" w14:paraId="674C7AAA" wp14:textId="77777777">
        <w:tc>
          <w:tcPr>
            <w:tcW w:w="1962" w:type="dxa"/>
          </w:tcPr>
          <w:p w:rsidRPr="009C54AE" w:rsidR="00B26717" w:rsidP="00F429F2" w:rsidRDefault="00B26717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:rsidR="00B26717" w:rsidP="00F429F2" w:rsidRDefault="00B26717" w14:paraId="1E3C7EC4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429F2">
              <w:rPr>
                <w:rFonts w:ascii="Corbel" w:hAnsi="Corbel"/>
                <w:sz w:val="24"/>
              </w:rPr>
              <w:t>- obserwacja w trakcie zajęć</w:t>
            </w:r>
          </w:p>
          <w:p w:rsidRPr="00F429F2" w:rsidR="00B26717" w:rsidP="00F429F2" w:rsidRDefault="00B26717" w14:paraId="1A6477A2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- obserwacja pracy studenta w grupie</w:t>
            </w:r>
          </w:p>
        </w:tc>
        <w:tc>
          <w:tcPr>
            <w:tcW w:w="2117" w:type="dxa"/>
          </w:tcPr>
          <w:p w:rsidRPr="009C54AE" w:rsidR="00B26717" w:rsidP="00F429F2" w:rsidRDefault="00B26717" w14:paraId="03C4AE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5712FBA1" wp14:textId="77777777">
        <w:tc>
          <w:tcPr>
            <w:tcW w:w="1962" w:type="dxa"/>
          </w:tcPr>
          <w:p w:rsidRPr="009C54AE" w:rsidR="00B26717" w:rsidP="00F429F2" w:rsidRDefault="00B26717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:rsidR="00B26717" w:rsidP="00F429F2" w:rsidRDefault="00B26717" w14:paraId="6BAB3835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- obserwacja w trakcie zajęć</w:t>
            </w:r>
          </w:p>
          <w:p w:rsidRPr="00F429F2" w:rsidR="00B26717" w:rsidP="00F429F2" w:rsidRDefault="00B26717" w14:paraId="0E3045BD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- obserwacja pracy studenta w grupie</w:t>
            </w:r>
          </w:p>
        </w:tc>
        <w:tc>
          <w:tcPr>
            <w:tcW w:w="2117" w:type="dxa"/>
          </w:tcPr>
          <w:p w:rsidRPr="009C54AE" w:rsidR="00B26717" w:rsidP="00F429F2" w:rsidRDefault="00B26717" w14:paraId="31E4EBF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2793CBFC" wp14:textId="77777777">
        <w:tc>
          <w:tcPr>
            <w:tcW w:w="1962" w:type="dxa"/>
          </w:tcPr>
          <w:p w:rsidRPr="009C54AE" w:rsidR="00B26717" w:rsidP="00F429F2" w:rsidRDefault="00B26717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:rsidRPr="00F429F2" w:rsidR="00B26717" w:rsidP="008E433D" w:rsidRDefault="00B26717" w14:paraId="775AD2A0" wp14:textId="77777777">
            <w:pPr>
              <w:spacing w:after="0"/>
              <w:rPr>
                <w:b/>
                <w:szCs w:val="24"/>
              </w:rPr>
            </w:pPr>
            <w:r w:rsidRPr="00F429F2">
              <w:rPr>
                <w:szCs w:val="24"/>
              </w:rPr>
              <w:t xml:space="preserve">- </w:t>
            </w:r>
            <w:r w:rsidRPr="00F429F2">
              <w:t>obserwacja aktywności na platformie e-learningowej; obserwacja w trakcie zajęć</w:t>
            </w:r>
          </w:p>
        </w:tc>
        <w:tc>
          <w:tcPr>
            <w:tcW w:w="2117" w:type="dxa"/>
          </w:tcPr>
          <w:p w:rsidRPr="009C54AE" w:rsidR="00B26717" w:rsidP="00F429F2" w:rsidRDefault="00B26717" w14:paraId="4EABB8F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69B783C9" wp14:textId="77777777">
        <w:tc>
          <w:tcPr>
            <w:tcW w:w="1962" w:type="dxa"/>
          </w:tcPr>
          <w:p w:rsidRPr="009C54AE" w:rsidR="00B26717" w:rsidP="00F429F2" w:rsidRDefault="00B26717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:rsidR="00B26717" w:rsidP="00F429F2" w:rsidRDefault="00B26717" w14:paraId="77445341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- obserwacja w trakcie zajęć</w:t>
            </w:r>
          </w:p>
          <w:p w:rsidRPr="00F429F2" w:rsidR="00B26717" w:rsidP="00F429F2" w:rsidRDefault="00B26717" w14:paraId="7034511E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- obserwacja pracy studenta w grupie</w:t>
            </w:r>
          </w:p>
        </w:tc>
        <w:tc>
          <w:tcPr>
            <w:tcW w:w="2117" w:type="dxa"/>
          </w:tcPr>
          <w:p w:rsidRPr="009C54AE" w:rsidR="00B26717" w:rsidP="00F429F2" w:rsidRDefault="00B26717" w14:paraId="7E53AF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</w:tbl>
    <w:p xmlns:wp14="http://schemas.microsoft.com/office/word/2010/wordml" w:rsidRPr="009C54AE" w:rsidR="00B26717" w:rsidP="009C54AE" w:rsidRDefault="00B26717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B26717" w:rsidP="009C54AE" w:rsidRDefault="00B26717" w14:paraId="44E871B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B26717" w:rsidTr="00923D7D" w14:paraId="725BC6AC" wp14:textId="77777777">
        <w:tc>
          <w:tcPr>
            <w:tcW w:w="9670" w:type="dxa"/>
          </w:tcPr>
          <w:p w:rsidRPr="00C93DBC" w:rsidR="00B26717" w:rsidP="00F429F2" w:rsidRDefault="00B26717" w14:paraId="4A51A9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:rsidRPr="00C93DBC" w:rsidR="00B26717" w:rsidP="00F429F2" w:rsidRDefault="00B26717" w14:paraId="144A5D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Pr="00C93DBC" w:rsidR="00B26717" w:rsidP="00F429F2" w:rsidRDefault="00B26717" w14:paraId="6F31E29F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95% do 100%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 testów śródsemestralnych.</w:t>
            </w:r>
          </w:p>
          <w:p w:rsidRPr="00C93DBC" w:rsidR="00B26717" w:rsidP="00F429F2" w:rsidRDefault="00B26717" w14:paraId="34AF5976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85% do 94%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B26717" w:rsidP="00F429F2" w:rsidRDefault="00B26717" w14:paraId="73CB7C6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75% do 84%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B26717" w:rsidP="00F429F2" w:rsidRDefault="00B26717" w14:paraId="2B172CF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udział w dyskusjach i pracy w grupie, uzyskanie od 65 do 74%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B26717" w:rsidP="00F429F2" w:rsidRDefault="00B26717" w14:paraId="46E231A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na </w:t>
            </w:r>
            <w:r>
              <w:rPr>
                <w:rFonts w:ascii="Corbel" w:hAnsi="Corbel"/>
                <w:sz w:val="24"/>
                <w:szCs w:val="24"/>
              </w:rPr>
              <w:t xml:space="preserve">platformie –e-learningowej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od 51% do 64%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F429F2" w:rsidR="00B26717" w:rsidP="00F429F2" w:rsidRDefault="00B26717" w14:paraId="0CC3E27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niedostateczna – brak aktywności na </w:t>
            </w:r>
            <w:r>
              <w:rPr>
                <w:rFonts w:ascii="Corbel" w:hAnsi="Corbel"/>
                <w:sz w:val="24"/>
                <w:szCs w:val="24"/>
              </w:rPr>
              <w:t xml:space="preserve">platformie 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mniej niż 50 %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</w:tc>
      </w:tr>
    </w:tbl>
    <w:p xmlns:wp14="http://schemas.microsoft.com/office/word/2010/wordml" w:rsidRPr="009C54AE" w:rsidR="00B26717" w:rsidP="009C54AE" w:rsidRDefault="00B26717" w14:paraId="738610E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B26717" w:rsidP="009C54AE" w:rsidRDefault="00B26717" w14:paraId="637805D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02"/>
        <w:gridCol w:w="4618"/>
      </w:tblGrid>
      <w:tr xmlns:wp14="http://schemas.microsoft.com/office/word/2010/wordml" w:rsidRPr="009C54AE" w:rsidR="00B26717" w:rsidTr="00F429F2" w14:paraId="63D9DE79" wp14:textId="77777777">
        <w:tc>
          <w:tcPr>
            <w:tcW w:w="4902" w:type="dxa"/>
            <w:vAlign w:val="center"/>
          </w:tcPr>
          <w:p w:rsidRPr="009C54AE" w:rsidR="00B26717" w:rsidP="009C54AE" w:rsidRDefault="00B26717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Pr="009C54AE" w:rsidR="00B26717" w:rsidP="009C54AE" w:rsidRDefault="00B26717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B26717" w:rsidTr="00F429F2" w14:paraId="44F2BD93" wp14:textId="77777777">
        <w:tc>
          <w:tcPr>
            <w:tcW w:w="4902" w:type="dxa"/>
          </w:tcPr>
          <w:p w:rsidRPr="009C54AE" w:rsidR="00B26717" w:rsidP="00F429F2" w:rsidRDefault="00B26717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B26717" w:rsidP="00F429F2" w:rsidRDefault="00B26717" w14:paraId="43FBD11F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B26717" w:rsidTr="00F429F2" w14:paraId="5D8EB871" wp14:textId="77777777">
        <w:tc>
          <w:tcPr>
            <w:tcW w:w="4902" w:type="dxa"/>
          </w:tcPr>
          <w:p w:rsidRPr="009C54AE" w:rsidR="00B26717" w:rsidP="00F429F2" w:rsidRDefault="00B26717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26717" w:rsidP="00F429F2" w:rsidRDefault="00B26717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B26717" w:rsidP="00F429F2" w:rsidRDefault="00B26717" w14:paraId="18F999B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B26717" w:rsidTr="00F429F2" w14:paraId="5AB7F672" wp14:textId="77777777">
        <w:tc>
          <w:tcPr>
            <w:tcW w:w="4902" w:type="dxa"/>
          </w:tcPr>
          <w:p w:rsidRPr="009C54AE" w:rsidR="00B26717" w:rsidP="00F429F2" w:rsidRDefault="00B26717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B26717" w:rsidP="00F429F2" w:rsidRDefault="00B26717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B26717" w:rsidP="00F429F2" w:rsidRDefault="00B26717" w14:paraId="704A35C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xmlns:wp14="http://schemas.microsoft.com/office/word/2010/wordml" w:rsidRPr="009C54AE" w:rsidR="00B26717" w:rsidTr="00F429F2" w14:paraId="46B74FA2" wp14:textId="77777777">
        <w:tc>
          <w:tcPr>
            <w:tcW w:w="4902" w:type="dxa"/>
          </w:tcPr>
          <w:p w:rsidRPr="009C54AE" w:rsidR="00B26717" w:rsidP="00F429F2" w:rsidRDefault="00B26717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B26717" w:rsidP="00F429F2" w:rsidRDefault="00B26717" w14:paraId="67DDB69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xmlns:wp14="http://schemas.microsoft.com/office/word/2010/wordml" w:rsidRPr="009C54AE" w:rsidR="00B26717" w:rsidTr="00F429F2" w14:paraId="42922784" wp14:textId="77777777">
        <w:tc>
          <w:tcPr>
            <w:tcW w:w="4902" w:type="dxa"/>
          </w:tcPr>
          <w:p w:rsidRPr="009C54AE" w:rsidR="00B26717" w:rsidP="00F429F2" w:rsidRDefault="00B26717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B26717" w:rsidP="00F429F2" w:rsidRDefault="00B26717" w14:paraId="0B77815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B26717" w:rsidP="009C54AE" w:rsidRDefault="00B26717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B26717" w:rsidP="009C54AE" w:rsidRDefault="00B26717" w14:paraId="463F29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B26717" w:rsidP="009C54AE" w:rsidRDefault="00B26717" w14:paraId="3B7B4B8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B26717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B26717" w:rsidP="009C54AE" w:rsidRDefault="00B26717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B26717" w:rsidP="009C54AE" w:rsidRDefault="00B26717" w14:paraId="3A0FF5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B26717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B26717" w:rsidP="009C54AE" w:rsidRDefault="00B26717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B26717" w:rsidP="009C54AE" w:rsidRDefault="00B26717" w14:paraId="5630AD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B26717" w:rsidP="009C54AE" w:rsidRDefault="00B26717" w14:paraId="6182907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B26717" w:rsidP="009C54AE" w:rsidRDefault="00B26717" w14:paraId="2BA226A1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82F85" w:rsidR="00B26717" w:rsidTr="00DD16F2" w14:paraId="397AFC74" wp14:textId="77777777">
        <w:trPr>
          <w:trHeight w:val="397"/>
        </w:trPr>
        <w:tc>
          <w:tcPr>
            <w:tcW w:w="9639" w:type="dxa"/>
          </w:tcPr>
          <w:p w:rsidRPr="00982F85" w:rsidR="00B26717" w:rsidP="00DD16F2" w:rsidRDefault="00B26717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F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82F85" w:rsidR="00B26717" w:rsidP="00DD16F2" w:rsidRDefault="00B26717" w14:paraId="3149AF80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 Nauka administracji, Wyd. LEXIS NEXIS Polska, Warszawa 2012.</w:t>
            </w:r>
          </w:p>
          <w:p w:rsidRPr="00982F85" w:rsidR="00B26717" w:rsidP="00DD16F2" w:rsidRDefault="00B26717" w14:paraId="3F3487D6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Federczyk,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:rsidRPr="002814EA" w:rsidR="00B26717" w:rsidP="002814EA" w:rsidRDefault="00B26717" w14:paraId="46281F2D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2016.</w:t>
            </w:r>
          </w:p>
        </w:tc>
      </w:tr>
      <w:tr xmlns:wp14="http://schemas.microsoft.com/office/word/2010/wordml" w:rsidRPr="005D0CF7" w:rsidR="00B26717" w:rsidTr="00DD16F2" w14:paraId="7D7DC850" wp14:textId="77777777">
        <w:trPr>
          <w:trHeight w:val="397"/>
        </w:trPr>
        <w:tc>
          <w:tcPr>
            <w:tcW w:w="9639" w:type="dxa"/>
          </w:tcPr>
          <w:p w:rsidRPr="005D0CF7" w:rsidR="00B26717" w:rsidP="00DD16F2" w:rsidRDefault="00B26717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CF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5D0CF7" w:rsidR="00B26717" w:rsidP="00B917C9" w:rsidRDefault="00B26717" w14:paraId="66E16F9E" wp14:textId="77777777">
            <w:pPr>
              <w:pStyle w:val="Bibliography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CF7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5D0CF7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5D0CF7">
              <w:rPr>
                <w:rFonts w:ascii="Corbel" w:hAnsi="Corbel"/>
                <w:sz w:val="24"/>
                <w:szCs w:val="24"/>
              </w:rPr>
              <w:t xml:space="preserve"> (s. 37–62). Wydawnictwo UMCS, Lublin 2018.</w:t>
            </w:r>
          </w:p>
          <w:p w:rsidRPr="005D0CF7" w:rsidR="00B26717" w:rsidP="00B917C9" w:rsidRDefault="00B26717" w14:paraId="2925BDAC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5D0CF7">
              <w:rPr>
                <w:rFonts w:ascii="Corbel" w:hAnsi="Corbel" w:cs="Times New Roman"/>
              </w:rPr>
              <w:t>M. Kulesza, D. Sześciło, Polityka administracyjna i zarządzanie publiczne, Wolters Kluwer, Warszawa 2013.</w:t>
            </w:r>
          </w:p>
          <w:p w:rsidRPr="005D0CF7" w:rsidR="00B26717" w:rsidP="00B917C9" w:rsidRDefault="00B26717" w14:paraId="539AF8F1" wp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CF7">
              <w:rPr>
                <w:rFonts w:ascii="Corbel" w:hAnsi="Corbel"/>
                <w:sz w:val="24"/>
                <w:szCs w:val="24"/>
              </w:rPr>
              <w:t xml:space="preserve">Administracja rządowa w Polsce, red. M. Chmaj, Difin, Warszawa 2012. </w:t>
            </w:r>
          </w:p>
          <w:p w:rsidRPr="005D0CF7" w:rsidR="00B26717" w:rsidP="00B917C9" w:rsidRDefault="00B26717" w14:paraId="01F9BA9D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5D0CF7">
              <w:rPr>
                <w:rFonts w:ascii="Corbel" w:hAnsi="Corbel"/>
              </w:rPr>
              <w:t>Administracja publiczna. Tom I. Ustrój administracji państwowej centralnej. Komentarz, red. B. Szmulik, K. Miaskowska-Daszkiewicz, C.H. Beck, Warszawa 2012.</w:t>
            </w:r>
          </w:p>
          <w:p w:rsidRPr="009E33A4" w:rsidR="00B26717" w:rsidP="009E33A4" w:rsidRDefault="00B26717" w14:paraId="1098037B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5D0CF7">
              <w:rPr>
                <w:rFonts w:ascii="Corbel" w:hAnsi="Corbel" w:cs="Times New Roman"/>
              </w:rPr>
              <w:t xml:space="preserve"> System bezpieczeństwa i porządku publicznego, red. M. Zdyb, J. Stelmasiak, K. Sikora, Wolters Kluwer, Warszawa 2015.</w:t>
            </w:r>
          </w:p>
        </w:tc>
      </w:tr>
    </w:tbl>
    <w:p xmlns:wp14="http://schemas.microsoft.com/office/word/2010/wordml" w:rsidRPr="009E33A4" w:rsidR="00B26717" w:rsidP="009C54AE" w:rsidRDefault="00B26717" w14:paraId="17AD93B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E33A4" w:rsidR="00B26717" w:rsidP="009C54AE" w:rsidRDefault="00B26717" w14:paraId="0DE4B5B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F83B28" w:rsidRDefault="00B26717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B26717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B26717" w:rsidP="00C16ABF" w:rsidRDefault="00B26717" w14:paraId="66204FF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26717" w:rsidP="00C16ABF" w:rsidRDefault="00B26717" w14:paraId="2DBF0D7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B26717" w:rsidP="00C16ABF" w:rsidRDefault="00B26717" w14:paraId="6B62F1B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26717" w:rsidP="00C16ABF" w:rsidRDefault="00B26717" w14:paraId="02F2C34E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B26717" w:rsidRDefault="00B26717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BF65DBE"/>
    <w:multiLevelType w:val="hybridMultilevel"/>
    <w:tmpl w:val="12ACCB12"/>
    <w:lvl w:ilvl="0" w:tplc="66740C8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4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35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71D"/>
    <w:rsid w:val="001718A7"/>
    <w:rsid w:val="001737CF"/>
    <w:rsid w:val="00176083"/>
    <w:rsid w:val="0018326F"/>
    <w:rsid w:val="00192F37"/>
    <w:rsid w:val="001A70D2"/>
    <w:rsid w:val="001D657B"/>
    <w:rsid w:val="001D7B54"/>
    <w:rsid w:val="001E0209"/>
    <w:rsid w:val="001E67C2"/>
    <w:rsid w:val="001F2CA2"/>
    <w:rsid w:val="002144C0"/>
    <w:rsid w:val="0022477D"/>
    <w:rsid w:val="002278A9"/>
    <w:rsid w:val="002336F9"/>
    <w:rsid w:val="0024028F"/>
    <w:rsid w:val="00244ABC"/>
    <w:rsid w:val="002814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5EF"/>
    <w:rsid w:val="00346FE9"/>
    <w:rsid w:val="0034759A"/>
    <w:rsid w:val="003503F6"/>
    <w:rsid w:val="003530DD"/>
    <w:rsid w:val="00363F78"/>
    <w:rsid w:val="0036713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CF7"/>
    <w:rsid w:val="005E43C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6BD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4A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3D"/>
    <w:rsid w:val="008E64F4"/>
    <w:rsid w:val="008E7A14"/>
    <w:rsid w:val="008F12C9"/>
    <w:rsid w:val="008F6E29"/>
    <w:rsid w:val="00916188"/>
    <w:rsid w:val="00923D7D"/>
    <w:rsid w:val="009508DF"/>
    <w:rsid w:val="00950DAC"/>
    <w:rsid w:val="00954A07"/>
    <w:rsid w:val="00982F85"/>
    <w:rsid w:val="00997F14"/>
    <w:rsid w:val="009A0156"/>
    <w:rsid w:val="009A78D9"/>
    <w:rsid w:val="009C3D40"/>
    <w:rsid w:val="009C3E31"/>
    <w:rsid w:val="009C54AE"/>
    <w:rsid w:val="009C788E"/>
    <w:rsid w:val="009D3F3B"/>
    <w:rsid w:val="009E0543"/>
    <w:rsid w:val="009E33A4"/>
    <w:rsid w:val="009E3B41"/>
    <w:rsid w:val="009F3C5C"/>
    <w:rsid w:val="009F4610"/>
    <w:rsid w:val="00A00ECC"/>
    <w:rsid w:val="00A134C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71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7C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B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6F2"/>
    <w:rsid w:val="00DE09C0"/>
    <w:rsid w:val="00DE4A14"/>
    <w:rsid w:val="00DF320D"/>
    <w:rsid w:val="00DF71C8"/>
    <w:rsid w:val="00E129B8"/>
    <w:rsid w:val="00E16C7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9F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474CB512"/>
    <w:rsid w:val="737E4B19"/>
    <w:rsid w:val="7BC0BD12"/>
    <w:rsid w:val="7C3FE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201C961"/>
  <w15:docId w15:val="{206CFAAE-4CB2-4924-A89C-FB44FB3CF9BD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Bibliography">
    <w:name w:val="Bibliography"/>
    <w:basedOn w:val="Normal"/>
    <w:next w:val="Normal"/>
    <w:uiPriority w:val="99"/>
    <w:semiHidden/>
    <w:rsid w:val="00B91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FFD2B-47E3-4227-ACAE-AC66B645D401}"/>
</file>

<file path=customXml/itemProps2.xml><?xml version="1.0" encoding="utf-8"?>
<ds:datastoreItem xmlns:ds="http://schemas.openxmlformats.org/officeDocument/2006/customXml" ds:itemID="{C8851560-0DFF-4A5C-A898-F372BDFF14F0}"/>
</file>

<file path=customXml/itemProps3.xml><?xml version="1.0" encoding="utf-8"?>
<ds:datastoreItem xmlns:ds="http://schemas.openxmlformats.org/officeDocument/2006/customXml" ds:itemID="{4C17860C-7349-4F3F-A0A8-1178E1D3E4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Sawicka Zofia</lastModifiedBy>
  <revision>3</revision>
  <lastPrinted>2019-02-06T12:12:00.0000000Z</lastPrinted>
  <dcterms:created xsi:type="dcterms:W3CDTF">2021-12-01T18:50:00.0000000Z</dcterms:created>
  <dcterms:modified xsi:type="dcterms:W3CDTF">2021-12-01T19:01:12.2837256Z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